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626971" w:rsidRPr="001A3932">
        <w:tc>
          <w:tcPr>
            <w:tcW w:w="9104" w:type="dxa"/>
            <w:shd w:val="clear" w:color="auto" w:fill="D3DFEE"/>
          </w:tcPr>
          <w:p w:rsidR="00626971" w:rsidRPr="001A3932" w:rsidRDefault="00626971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626971" w:rsidRPr="001A3932" w:rsidRDefault="00626971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626971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626971" w:rsidRPr="00E53649" w:rsidRDefault="00626971" w:rsidP="005B48C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Title of the tender</w:t>
            </w:r>
            <w:r w:rsidRPr="00CC0784">
              <w:rPr>
                <w:rFonts w:ascii="Times New Roman" w:hAnsi="Times New Roman" w:cs="Times New Roman"/>
                <w:b/>
                <w:bCs/>
                <w:lang w:val="en-GB"/>
              </w:rPr>
              <w:t>: Elaboration study</w:t>
            </w:r>
          </w:p>
          <w:p w:rsidR="00626971" w:rsidRPr="001A3932" w:rsidRDefault="00626971" w:rsidP="005B48C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Reference number</w:t>
            </w:r>
            <w:r w:rsidRPr="00CC0784">
              <w:rPr>
                <w:rFonts w:ascii="Times New Roman" w:hAnsi="Times New Roman" w:cs="Times New Roman"/>
                <w:b/>
                <w:bCs/>
                <w:lang w:val="en-GB"/>
              </w:rPr>
              <w:t>: 6/</w:t>
            </w:r>
            <w:r w:rsidRPr="00B340B4">
              <w:rPr>
                <w:rFonts w:ascii="Times New Roman" w:hAnsi="Times New Roman" w:cs="Times New Roman"/>
                <w:b/>
                <w:bCs/>
                <w:lang w:val="en-GB"/>
              </w:rPr>
              <w:t>eMS</w:t>
            </w:r>
            <w:r w:rsidRPr="00C0627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RORS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 283</w:t>
            </w:r>
          </w:p>
        </w:tc>
      </w:tr>
    </w:tbl>
    <w:p w:rsidR="00626971" w:rsidRPr="001A3932" w:rsidRDefault="00626971" w:rsidP="00555F00">
      <w:pPr>
        <w:rPr>
          <w:rFonts w:ascii="Times New Roman" w:hAnsi="Times New Roman" w:cs="Times New Roman"/>
        </w:rPr>
      </w:pPr>
    </w:p>
    <w:p w:rsidR="00626971" w:rsidRPr="001A3932" w:rsidRDefault="00626971" w:rsidP="00555F00">
      <w:pPr>
        <w:rPr>
          <w:rFonts w:ascii="Times New Roman" w:hAnsi="Times New Roman" w:cs="Times New Roman"/>
        </w:rPr>
      </w:pPr>
    </w:p>
    <w:p w:rsidR="00626971" w:rsidRPr="001A3932" w:rsidRDefault="00626971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971" w:rsidRPr="001A3932" w:rsidRDefault="00626971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D4C1C">
        <w:rPr>
          <w:rFonts w:ascii="Times New Roman" w:hAnsi="Times New Roman" w:cs="Times New Roman"/>
          <w:sz w:val="24"/>
          <w:szCs w:val="24"/>
        </w:rPr>
        <w:t>EUR / &lt;amount&gt;</w:t>
      </w:r>
    </w:p>
    <w:p w:rsidR="00626971" w:rsidRDefault="00626971" w:rsidP="006D4C1C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23FB2">
        <w:rPr>
          <w:rFonts w:ascii="Times New Roman" w:hAnsi="Times New Roman" w:cs="Times New Roman"/>
          <w:sz w:val="24"/>
          <w:szCs w:val="24"/>
          <w:lang w:val="en-GB"/>
        </w:rPr>
        <w:t>Price must be presented in amount including all duties and taxes</w:t>
      </w:r>
    </w:p>
    <w:p w:rsidR="00626971" w:rsidRPr="001A3932" w:rsidRDefault="00626971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971" w:rsidRPr="001A3932" w:rsidRDefault="00626971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971" w:rsidRPr="001A3932" w:rsidRDefault="00626971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626971" w:rsidRDefault="00626971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626971" w:rsidRDefault="00626971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971" w:rsidRPr="005F0BEC" w:rsidRDefault="00626971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626971" w:rsidRPr="001A3932">
        <w:tc>
          <w:tcPr>
            <w:tcW w:w="2268" w:type="dxa"/>
            <w:shd w:val="pct5" w:color="auto" w:fill="FFFFFF"/>
          </w:tcPr>
          <w:p w:rsidR="00626971" w:rsidRPr="001A3932" w:rsidRDefault="00626971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626971" w:rsidRPr="001A3932" w:rsidRDefault="00626971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971" w:rsidRPr="001A3932">
        <w:tc>
          <w:tcPr>
            <w:tcW w:w="2268" w:type="dxa"/>
            <w:shd w:val="pct5" w:color="auto" w:fill="FFFFFF"/>
          </w:tcPr>
          <w:p w:rsidR="00626971" w:rsidRPr="001A3932" w:rsidRDefault="00626971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626971" w:rsidRPr="001A3932" w:rsidRDefault="00626971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971" w:rsidRPr="001A3932">
        <w:tc>
          <w:tcPr>
            <w:tcW w:w="2268" w:type="dxa"/>
            <w:shd w:val="pct5" w:color="auto" w:fill="FFFFFF"/>
          </w:tcPr>
          <w:p w:rsidR="00626971" w:rsidRPr="001A3932" w:rsidRDefault="00626971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626971" w:rsidRPr="001A3932" w:rsidRDefault="00626971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971" w:rsidRPr="001A3932" w:rsidRDefault="00626971" w:rsidP="00555F00">
      <w:pPr>
        <w:rPr>
          <w:rFonts w:ascii="Times New Roman" w:hAnsi="Times New Roman" w:cs="Times New Roman"/>
        </w:rPr>
      </w:pPr>
    </w:p>
    <w:p w:rsidR="00626971" w:rsidRPr="001A3932" w:rsidRDefault="00626971" w:rsidP="00555F00">
      <w:pPr>
        <w:rPr>
          <w:rFonts w:ascii="Times New Roman" w:hAnsi="Times New Roman" w:cs="Times New Roman"/>
        </w:rPr>
      </w:pPr>
    </w:p>
    <w:sectPr w:rsidR="00626971" w:rsidRPr="001A3932" w:rsidSect="00C224D7">
      <w:footerReference w:type="default" r:id="rId6"/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971" w:rsidRDefault="00626971" w:rsidP="00537BE2">
      <w:pPr>
        <w:spacing w:after="0" w:line="240" w:lineRule="auto"/>
      </w:pPr>
      <w:r>
        <w:separator/>
      </w:r>
    </w:p>
  </w:endnote>
  <w:endnote w:type="continuationSeparator" w:id="0">
    <w:p w:rsidR="00626971" w:rsidRDefault="0062697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971" w:rsidRDefault="00626971">
    <w:pPr>
      <w:pStyle w:val="Footer"/>
      <w:jc w:val="right"/>
      <w:rPr>
        <w:rFonts w:cs="Times New Roman"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626971" w:rsidRDefault="0062697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971" w:rsidRDefault="00626971" w:rsidP="00537BE2">
      <w:pPr>
        <w:spacing w:after="0" w:line="240" w:lineRule="auto"/>
      </w:pPr>
      <w:r>
        <w:separator/>
      </w:r>
    </w:p>
  </w:footnote>
  <w:footnote w:type="continuationSeparator" w:id="0">
    <w:p w:rsidR="00626971" w:rsidRDefault="0062697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C30"/>
    <w:rsid w:val="00023FB2"/>
    <w:rsid w:val="00026059"/>
    <w:rsid w:val="000729E7"/>
    <w:rsid w:val="000A2F7C"/>
    <w:rsid w:val="000B0C2D"/>
    <w:rsid w:val="000B462A"/>
    <w:rsid w:val="000D29D0"/>
    <w:rsid w:val="000D4D5D"/>
    <w:rsid w:val="001225D3"/>
    <w:rsid w:val="0012327A"/>
    <w:rsid w:val="00150352"/>
    <w:rsid w:val="001A3932"/>
    <w:rsid w:val="001C4504"/>
    <w:rsid w:val="002E7A90"/>
    <w:rsid w:val="00332163"/>
    <w:rsid w:val="00337FFA"/>
    <w:rsid w:val="00367764"/>
    <w:rsid w:val="0038442F"/>
    <w:rsid w:val="00467878"/>
    <w:rsid w:val="0047781E"/>
    <w:rsid w:val="004925CE"/>
    <w:rsid w:val="0049699B"/>
    <w:rsid w:val="004C17BF"/>
    <w:rsid w:val="004F0889"/>
    <w:rsid w:val="00537BE2"/>
    <w:rsid w:val="005555EF"/>
    <w:rsid w:val="00555F00"/>
    <w:rsid w:val="00580B3D"/>
    <w:rsid w:val="005B48C8"/>
    <w:rsid w:val="005C42D1"/>
    <w:rsid w:val="005E2F35"/>
    <w:rsid w:val="005F0BEC"/>
    <w:rsid w:val="00626971"/>
    <w:rsid w:val="00682990"/>
    <w:rsid w:val="006D4C1C"/>
    <w:rsid w:val="00721055"/>
    <w:rsid w:val="007805DB"/>
    <w:rsid w:val="00796C0A"/>
    <w:rsid w:val="0086590F"/>
    <w:rsid w:val="008C1498"/>
    <w:rsid w:val="008D2600"/>
    <w:rsid w:val="008D46C7"/>
    <w:rsid w:val="00914F78"/>
    <w:rsid w:val="009C07D6"/>
    <w:rsid w:val="00A076D8"/>
    <w:rsid w:val="00A41909"/>
    <w:rsid w:val="00B340B4"/>
    <w:rsid w:val="00B60390"/>
    <w:rsid w:val="00C029ED"/>
    <w:rsid w:val="00C0627E"/>
    <w:rsid w:val="00C224D7"/>
    <w:rsid w:val="00C44A05"/>
    <w:rsid w:val="00C87611"/>
    <w:rsid w:val="00CA3C73"/>
    <w:rsid w:val="00CC0784"/>
    <w:rsid w:val="00CC5822"/>
    <w:rsid w:val="00CF7479"/>
    <w:rsid w:val="00D60B9F"/>
    <w:rsid w:val="00E519FB"/>
    <w:rsid w:val="00E53649"/>
    <w:rsid w:val="00E75D06"/>
    <w:rsid w:val="00ED2252"/>
    <w:rsid w:val="00ED3AD4"/>
    <w:rsid w:val="00F10EA4"/>
    <w:rsid w:val="00F17746"/>
    <w:rsid w:val="00F577F6"/>
    <w:rsid w:val="00F83244"/>
    <w:rsid w:val="00FA168D"/>
    <w:rsid w:val="00FC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lang w:val="sl-SI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0889"/>
    <w:rPr>
      <w:rFonts w:ascii="Calibri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08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0889"/>
    <w:rPr>
      <w:rFonts w:ascii="Tahoma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7BE2"/>
    <w:rPr>
      <w:rFonts w:ascii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7BE2"/>
    <w:rPr>
      <w:rFonts w:ascii="Calibri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43</Words>
  <Characters>254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Mariana Giru</cp:lastModifiedBy>
  <cp:revision>25</cp:revision>
  <dcterms:created xsi:type="dcterms:W3CDTF">2015-08-20T09:50:00Z</dcterms:created>
  <dcterms:modified xsi:type="dcterms:W3CDTF">2019-09-30T13:30:00Z</dcterms:modified>
</cp:coreProperties>
</file>